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3A445E91" w:rsidR="004B3A7A" w:rsidRDefault="00A26A71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0AC6">
              <w:rPr>
                <w:rFonts w:ascii="Times New Roman" w:hAnsi="Times New Roman"/>
                <w:sz w:val="24"/>
                <w:szCs w:val="24"/>
              </w:rPr>
              <w:t>8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317377B0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71C615A9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4-0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A26A71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07.04.2025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9A5DC" w14:textId="77777777" w:rsidR="00DB6ED2" w:rsidRDefault="00DB6ED2" w:rsidP="0022188E">
      <w:pPr>
        <w:spacing w:after="0" w:line="240" w:lineRule="auto"/>
      </w:pPr>
      <w:r>
        <w:separator/>
      </w:r>
    </w:p>
  </w:endnote>
  <w:endnote w:type="continuationSeparator" w:id="0">
    <w:p w14:paraId="1DB34127" w14:textId="77777777" w:rsidR="00DB6ED2" w:rsidRDefault="00DB6ED2" w:rsidP="0022188E">
      <w:pPr>
        <w:spacing w:after="0" w:line="240" w:lineRule="auto"/>
      </w:pPr>
      <w:r>
        <w:continuationSeparator/>
      </w:r>
    </w:p>
  </w:endnote>
  <w:endnote w:type="continuationNotice" w:id="1">
    <w:p w14:paraId="5A5E86AE" w14:textId="77777777" w:rsidR="00DB6ED2" w:rsidRDefault="00DB6E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7A6B3" w14:textId="77777777" w:rsidR="00DB6ED2" w:rsidRDefault="00DB6ED2" w:rsidP="0022188E">
      <w:pPr>
        <w:spacing w:after="0" w:line="240" w:lineRule="auto"/>
      </w:pPr>
      <w:r>
        <w:separator/>
      </w:r>
    </w:p>
  </w:footnote>
  <w:footnote w:type="continuationSeparator" w:id="0">
    <w:p w14:paraId="4A5F85CE" w14:textId="77777777" w:rsidR="00DB6ED2" w:rsidRDefault="00DB6ED2" w:rsidP="0022188E">
      <w:pPr>
        <w:spacing w:after="0" w:line="240" w:lineRule="auto"/>
      </w:pPr>
      <w:r>
        <w:continuationSeparator/>
      </w:r>
    </w:p>
  </w:footnote>
  <w:footnote w:type="continuationNotice" w:id="1">
    <w:p w14:paraId="1F4C23B5" w14:textId="77777777" w:rsidR="00DB6ED2" w:rsidRDefault="00DB6ED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B5E8D"/>
    <w:rsid w:val="00A053CC"/>
    <w:rsid w:val="00A24B75"/>
    <w:rsid w:val="00A27A0F"/>
    <w:rsid w:val="00AD1FD5"/>
    <w:rsid w:val="00B1519B"/>
    <w:rsid w:val="00B400D3"/>
    <w:rsid w:val="00B827B7"/>
    <w:rsid w:val="00BC6A58"/>
    <w:rsid w:val="00BC6FFE"/>
    <w:rsid w:val="00C15F83"/>
    <w:rsid w:val="00E46EE8"/>
    <w:rsid w:val="00E50306"/>
    <w:rsid w:val="00E75F44"/>
    <w:rsid w:val="00E776A4"/>
    <w:rsid w:val="00EA0682"/>
    <w:rsid w:val="00EF590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2025-04-07T13:41:00Z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